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/>
      </w:tblPr>
      <w:tblGrid>
        <w:gridCol w:w="5760"/>
        <w:gridCol w:w="270"/>
        <w:gridCol w:w="5760"/>
      </w:tblGrid>
      <w:tr w:rsidR="009B06F8" w:rsidRPr="00610C7D" w:rsidTr="00D77B89">
        <w:trPr>
          <w:cantSplit/>
          <w:trHeight w:hRule="exact" w:val="4799"/>
        </w:trPr>
        <w:tc>
          <w:tcPr>
            <w:tcW w:w="5760" w:type="dxa"/>
          </w:tcPr>
          <w:p w:rsidR="009B06F8" w:rsidRPr="002D72EC" w:rsidRDefault="009B06F8" w:rsidP="00882CE4"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6" type="#_x0000_t75" alt="beagle hero pic.jpeg" style="position:absolute;margin-left:124.55pt;margin-top:-.5pt;width:173.25pt;height:240pt;z-index:-251661312;visibility:visible">
                  <v:imagedata r:id="rId6" o:title=""/>
                </v:shape>
              </w:pict>
            </w: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.8pt;margin-top:3.25pt;width:160.5pt;height:231pt;z-index:251652096" filled="f" stroked="f">
                  <v:textbox style="mso-next-textbox:#_x0000_s1027">
                    <w:txbxContent>
                      <w:p w:rsidR="009B06F8" w:rsidRPr="002D72EC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sz w:val="32"/>
                            <w:szCs w:val="32"/>
                            <w:u w:val="single"/>
                          </w:rPr>
                        </w:pPr>
                        <w:r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  <w:t>OWES Heroes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</w:pPr>
                        <w:r w:rsidRPr="00B1268F"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  <w:t>Book Club</w:t>
                        </w:r>
                      </w:p>
                      <w:p w:rsidR="009B06F8" w:rsidRPr="00B1268F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b/>
                            <w:sz w:val="12"/>
                            <w:szCs w:val="12"/>
                            <w:u w:val="single"/>
                          </w:rPr>
                        </w:pP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</w:pPr>
                        <w:r w:rsidRPr="002D72EC"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  <w:t>This book was dedicated on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 w:rsidRPr="00610C7D"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________</w:t>
                        </w: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__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610C7D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to _____________</w:t>
                        </w: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610C7D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from ____________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right="154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</w:p>
                      <w:p w:rsidR="009B06F8" w:rsidRDefault="009B06F8" w:rsidP="00D77B89"/>
                    </w:txbxContent>
                  </v:textbox>
                </v:shape>
              </w:pict>
            </w:r>
          </w:p>
          <w:p w:rsidR="009B06F8" w:rsidRDefault="009B06F8" w:rsidP="00D77B89">
            <w:pPr>
              <w:spacing w:after="0" w:line="240" w:lineRule="auto"/>
              <w:ind w:right="154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9B06F8" w:rsidRPr="002D72EC" w:rsidRDefault="009B06F8" w:rsidP="00882CE4">
            <w:pPr>
              <w:tabs>
                <w:tab w:val="left" w:pos="4965"/>
              </w:tabs>
            </w:pPr>
            <w:r>
              <w:tab/>
            </w:r>
          </w:p>
        </w:tc>
        <w:tc>
          <w:tcPr>
            <w:tcW w:w="270" w:type="dxa"/>
          </w:tcPr>
          <w:p w:rsidR="009B06F8" w:rsidRPr="00610C7D" w:rsidRDefault="009B06F8" w:rsidP="00882CE4">
            <w:pPr>
              <w:spacing w:after="0" w:line="240" w:lineRule="auto"/>
              <w:ind w:left="154" w:right="154"/>
              <w:jc w:val="center"/>
            </w:pPr>
          </w:p>
        </w:tc>
        <w:tc>
          <w:tcPr>
            <w:tcW w:w="5760" w:type="dxa"/>
          </w:tcPr>
          <w:p w:rsidR="009B06F8" w:rsidRPr="00610C7D" w:rsidRDefault="009B06F8" w:rsidP="00882CE4">
            <w:pPr>
              <w:tabs>
                <w:tab w:val="left" w:pos="1605"/>
                <w:tab w:val="center" w:pos="2865"/>
              </w:tabs>
              <w:spacing w:after="0" w:line="240" w:lineRule="auto"/>
              <w:ind w:left="154" w:right="154"/>
            </w:pPr>
            <w:r>
              <w:rPr>
                <w:noProof/>
              </w:rPr>
              <w:pict>
                <v:shape id="_x0000_s1028" type="#_x0000_t202" style="position:absolute;left:0;text-align:left;margin-left:.8pt;margin-top:3.25pt;width:160.5pt;height:231pt;z-index:251654144;mso-position-horizontal-relative:text;mso-position-vertical-relative:text" filled="f" stroked="f">
                  <v:textbox style="mso-next-textbox:#_x0000_s1028">
                    <w:txbxContent>
                      <w:p w:rsidR="009B06F8" w:rsidRPr="002D72EC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sz w:val="32"/>
                            <w:szCs w:val="32"/>
                            <w:u w:val="single"/>
                          </w:rPr>
                        </w:pPr>
                        <w:r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  <w:t>OWES Heroes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</w:pPr>
                        <w:r w:rsidRPr="00B1268F"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  <w:t>Book Club</w:t>
                        </w:r>
                      </w:p>
                      <w:p w:rsidR="009B06F8" w:rsidRPr="00B1268F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b/>
                            <w:sz w:val="12"/>
                            <w:szCs w:val="12"/>
                            <w:u w:val="single"/>
                          </w:rPr>
                        </w:pP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</w:pPr>
                        <w:r w:rsidRPr="002D72EC"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  <w:t>This book was dedicated on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 w:rsidRPr="00610C7D"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________</w:t>
                        </w: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__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610C7D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to _____________</w:t>
                        </w: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610C7D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from ____________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right="154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</w:p>
                      <w:p w:rsidR="009B06F8" w:rsidRDefault="009B06F8" w:rsidP="00D77B89"/>
                    </w:txbxContent>
                  </v:textbox>
                </v:shape>
              </w:pict>
            </w:r>
            <w:r>
              <w:tab/>
            </w:r>
            <w:r>
              <w:tab/>
            </w:r>
            <w:r>
              <w:rPr>
                <w:noProof/>
              </w:rPr>
              <w:pict>
                <v:shape id="Picture 11" o:spid="_x0000_s1029" type="#_x0000_t75" alt="beagle hero pic.jpeg" style="position:absolute;left:0;text-align:left;margin-left:123.05pt;margin-top:-.5pt;width:173.25pt;height:240pt;z-index:-251663360;visibility:visible;mso-position-horizontal-relative:text;mso-position-vertical-relative:text">
                  <v:imagedata r:id="rId6" o:title=""/>
                </v:shape>
              </w:pict>
            </w:r>
          </w:p>
        </w:tc>
      </w:tr>
      <w:tr w:rsidR="009B06F8" w:rsidRPr="00610C7D" w:rsidTr="00D77B89">
        <w:trPr>
          <w:cantSplit/>
          <w:trHeight w:hRule="exact" w:val="4799"/>
        </w:trPr>
        <w:tc>
          <w:tcPr>
            <w:tcW w:w="5760" w:type="dxa"/>
          </w:tcPr>
          <w:p w:rsidR="009B06F8" w:rsidRPr="002D72EC" w:rsidRDefault="009B06F8" w:rsidP="00882CE4">
            <w:r>
              <w:rPr>
                <w:noProof/>
              </w:rPr>
              <w:pict>
                <v:shape id="_x0000_s1030" type="#_x0000_t75" alt="beagle hero pic.jpeg" style="position:absolute;margin-left:124.55pt;margin-top:-.5pt;width:173.25pt;height:240pt;z-index:-251657216;visibility:visible;mso-position-horizontal-relative:text;mso-position-vertical-relative:text">
                  <v:imagedata r:id="rId6" o:title=""/>
                </v:shape>
              </w:pict>
            </w:r>
            <w:r>
              <w:rPr>
                <w:noProof/>
              </w:rPr>
              <w:pict>
                <v:shape id="_x0000_s1031" type="#_x0000_t202" style="position:absolute;margin-left:.8pt;margin-top:3.25pt;width:160.5pt;height:231pt;z-index:251656192;mso-position-horizontal-relative:text;mso-position-vertical-relative:text" filled="f" stroked="f">
                  <v:textbox style="mso-next-textbox:#_x0000_s1031">
                    <w:txbxContent>
                      <w:p w:rsidR="009B06F8" w:rsidRPr="002D72EC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sz w:val="32"/>
                            <w:szCs w:val="32"/>
                            <w:u w:val="single"/>
                          </w:rPr>
                        </w:pPr>
                        <w:r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  <w:t>OWES Heroes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</w:pPr>
                        <w:r w:rsidRPr="00B1268F"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  <w:t>Book Club</w:t>
                        </w:r>
                      </w:p>
                      <w:p w:rsidR="009B06F8" w:rsidRPr="00B1268F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b/>
                            <w:sz w:val="12"/>
                            <w:szCs w:val="12"/>
                            <w:u w:val="single"/>
                          </w:rPr>
                        </w:pP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</w:pPr>
                        <w:r w:rsidRPr="002D72EC"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  <w:t>This book was dedicated on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 w:rsidRPr="00610C7D"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________</w:t>
                        </w: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__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610C7D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to _____________</w:t>
                        </w: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610C7D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from ____________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right="154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</w:p>
                      <w:p w:rsidR="009B06F8" w:rsidRDefault="009B06F8" w:rsidP="00D77B89"/>
                    </w:txbxContent>
                  </v:textbox>
                </v:shape>
              </w:pict>
            </w:r>
          </w:p>
          <w:p w:rsidR="009B06F8" w:rsidRDefault="009B06F8" w:rsidP="00882CE4">
            <w:pPr>
              <w:spacing w:after="0" w:line="240" w:lineRule="auto"/>
              <w:ind w:right="154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9B06F8" w:rsidRPr="002D72EC" w:rsidRDefault="009B06F8" w:rsidP="00882CE4">
            <w:pPr>
              <w:tabs>
                <w:tab w:val="left" w:pos="4965"/>
              </w:tabs>
            </w:pPr>
            <w:r>
              <w:tab/>
            </w:r>
          </w:p>
        </w:tc>
        <w:tc>
          <w:tcPr>
            <w:tcW w:w="270" w:type="dxa"/>
          </w:tcPr>
          <w:p w:rsidR="009B06F8" w:rsidRPr="00610C7D" w:rsidRDefault="009B06F8" w:rsidP="00882CE4">
            <w:pPr>
              <w:spacing w:after="0" w:line="240" w:lineRule="auto"/>
              <w:ind w:left="154" w:right="154"/>
              <w:jc w:val="center"/>
            </w:pPr>
          </w:p>
        </w:tc>
        <w:tc>
          <w:tcPr>
            <w:tcW w:w="5760" w:type="dxa"/>
          </w:tcPr>
          <w:p w:rsidR="009B06F8" w:rsidRPr="00610C7D" w:rsidRDefault="009B06F8" w:rsidP="00882CE4">
            <w:pPr>
              <w:tabs>
                <w:tab w:val="left" w:pos="1605"/>
                <w:tab w:val="center" w:pos="2865"/>
              </w:tabs>
              <w:spacing w:after="0" w:line="240" w:lineRule="auto"/>
              <w:ind w:left="154" w:right="154"/>
            </w:pPr>
            <w:r>
              <w:rPr>
                <w:noProof/>
              </w:rPr>
              <w:pict>
                <v:shape id="_x0000_s1032" type="#_x0000_t202" style="position:absolute;left:0;text-align:left;margin-left:.8pt;margin-top:3.25pt;width:160.5pt;height:231pt;z-index:251657216;mso-position-horizontal-relative:text;mso-position-vertical-relative:text" filled="f" stroked="f">
                  <v:textbox style="mso-next-textbox:#_x0000_s1032">
                    <w:txbxContent>
                      <w:p w:rsidR="009B06F8" w:rsidRPr="002D72EC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sz w:val="32"/>
                            <w:szCs w:val="32"/>
                            <w:u w:val="single"/>
                          </w:rPr>
                        </w:pPr>
                        <w:r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  <w:t>OWES Heroes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</w:pPr>
                        <w:r w:rsidRPr="00B1268F"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  <w:t>Book Club</w:t>
                        </w:r>
                      </w:p>
                      <w:p w:rsidR="009B06F8" w:rsidRPr="00B1268F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b/>
                            <w:sz w:val="12"/>
                            <w:szCs w:val="12"/>
                            <w:u w:val="single"/>
                          </w:rPr>
                        </w:pP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</w:pPr>
                        <w:r w:rsidRPr="002D72EC"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  <w:t>This book was dedicated on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 w:rsidRPr="00610C7D"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________</w:t>
                        </w: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__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610C7D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to _____________</w:t>
                        </w: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610C7D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from ____________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right="154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</w:p>
                      <w:p w:rsidR="009B06F8" w:rsidRDefault="009B06F8" w:rsidP="00D77B89"/>
                    </w:txbxContent>
                  </v:textbox>
                </v:shape>
              </w:pict>
            </w:r>
            <w:r>
              <w:tab/>
            </w:r>
            <w:r>
              <w:tab/>
            </w:r>
            <w:r>
              <w:rPr>
                <w:noProof/>
              </w:rPr>
              <w:pict>
                <v:shape id="_x0000_s1033" type="#_x0000_t75" alt="beagle hero pic.jpeg" style="position:absolute;left:0;text-align:left;margin-left:123.05pt;margin-top:-.5pt;width:173.25pt;height:240pt;z-index:-251658240;visibility:visible;mso-position-horizontal-relative:text;mso-position-vertical-relative:text">
                  <v:imagedata r:id="rId6" o:title=""/>
                </v:shape>
              </w:pict>
            </w:r>
          </w:p>
        </w:tc>
      </w:tr>
      <w:tr w:rsidR="009B06F8" w:rsidRPr="00610C7D" w:rsidTr="00D77B89">
        <w:trPr>
          <w:cantSplit/>
          <w:trHeight w:hRule="exact" w:val="4799"/>
        </w:trPr>
        <w:tc>
          <w:tcPr>
            <w:tcW w:w="5760" w:type="dxa"/>
          </w:tcPr>
          <w:p w:rsidR="009B06F8" w:rsidRPr="002D72EC" w:rsidRDefault="009B06F8" w:rsidP="00882CE4">
            <w:r>
              <w:rPr>
                <w:noProof/>
              </w:rPr>
              <w:pict>
                <v:shape id="_x0000_s1034" type="#_x0000_t75" alt="beagle hero pic.jpeg" style="position:absolute;margin-left:124.55pt;margin-top:-.5pt;width:173.25pt;height:240pt;z-index:-251653120;visibility:visible;mso-position-horizontal-relative:text;mso-position-vertical-relative:text">
                  <v:imagedata r:id="rId6" o:title=""/>
                </v:shape>
              </w:pict>
            </w:r>
            <w:r>
              <w:rPr>
                <w:noProof/>
              </w:rPr>
              <w:pict>
                <v:shape id="_x0000_s1035" type="#_x0000_t202" style="position:absolute;margin-left:.8pt;margin-top:3.25pt;width:160.5pt;height:231pt;z-index:251660288;mso-position-horizontal-relative:text;mso-position-vertical-relative:text" filled="f" stroked="f">
                  <v:textbox style="mso-next-textbox:#_x0000_s1035">
                    <w:txbxContent>
                      <w:p w:rsidR="009B06F8" w:rsidRPr="002D72EC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sz w:val="32"/>
                            <w:szCs w:val="32"/>
                            <w:u w:val="single"/>
                          </w:rPr>
                        </w:pPr>
                        <w:r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  <w:t>OWES Heroes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</w:pPr>
                        <w:r w:rsidRPr="00B1268F"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  <w:t>Book Club</w:t>
                        </w:r>
                      </w:p>
                      <w:p w:rsidR="009B06F8" w:rsidRPr="00B1268F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b/>
                            <w:sz w:val="12"/>
                            <w:szCs w:val="12"/>
                            <w:u w:val="single"/>
                          </w:rPr>
                        </w:pP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</w:pPr>
                        <w:r w:rsidRPr="002D72EC"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  <w:t>This book was dedicated on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 w:rsidRPr="00610C7D"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________</w:t>
                        </w: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__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610C7D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to _____________</w:t>
                        </w: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610C7D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from ____________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right="154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</w:p>
                      <w:p w:rsidR="009B06F8" w:rsidRDefault="009B06F8" w:rsidP="00D77B89"/>
                    </w:txbxContent>
                  </v:textbox>
                </v:shape>
              </w:pict>
            </w:r>
          </w:p>
          <w:p w:rsidR="009B06F8" w:rsidRDefault="009B06F8" w:rsidP="00882CE4">
            <w:pPr>
              <w:spacing w:after="0" w:line="240" w:lineRule="auto"/>
              <w:ind w:right="154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9B06F8" w:rsidRPr="002D72EC" w:rsidRDefault="009B06F8" w:rsidP="00882CE4">
            <w:pPr>
              <w:tabs>
                <w:tab w:val="left" w:pos="4965"/>
              </w:tabs>
            </w:pPr>
            <w:r>
              <w:tab/>
            </w:r>
          </w:p>
        </w:tc>
        <w:tc>
          <w:tcPr>
            <w:tcW w:w="270" w:type="dxa"/>
          </w:tcPr>
          <w:p w:rsidR="009B06F8" w:rsidRPr="00610C7D" w:rsidRDefault="009B06F8" w:rsidP="00882CE4">
            <w:pPr>
              <w:spacing w:after="0" w:line="240" w:lineRule="auto"/>
              <w:ind w:left="154" w:right="154"/>
              <w:jc w:val="center"/>
            </w:pPr>
          </w:p>
        </w:tc>
        <w:tc>
          <w:tcPr>
            <w:tcW w:w="5760" w:type="dxa"/>
          </w:tcPr>
          <w:p w:rsidR="009B06F8" w:rsidRPr="00610C7D" w:rsidRDefault="009B06F8" w:rsidP="00882CE4">
            <w:pPr>
              <w:tabs>
                <w:tab w:val="left" w:pos="1605"/>
                <w:tab w:val="center" w:pos="2865"/>
              </w:tabs>
              <w:spacing w:after="0" w:line="240" w:lineRule="auto"/>
              <w:ind w:left="154" w:right="154"/>
            </w:pPr>
            <w:r>
              <w:rPr>
                <w:noProof/>
              </w:rPr>
              <w:pict>
                <v:shape id="_x0000_s1036" type="#_x0000_t202" style="position:absolute;left:0;text-align:left;margin-left:.8pt;margin-top:3.25pt;width:160.5pt;height:231pt;z-index:251661312;mso-position-horizontal-relative:text;mso-position-vertical-relative:text" filled="f" stroked="f">
                  <v:textbox style="mso-next-textbox:#_x0000_s1036">
                    <w:txbxContent>
                      <w:p w:rsidR="009B06F8" w:rsidRPr="002D72EC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sz w:val="32"/>
                            <w:szCs w:val="32"/>
                            <w:u w:val="single"/>
                          </w:rPr>
                        </w:pPr>
                        <w:r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  <w:t>OWES Heroes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</w:pPr>
                        <w:r w:rsidRPr="00B1268F">
                          <w:rPr>
                            <w:rFonts w:ascii="Rockwell Extra Bold" w:hAnsi="Rockwell Extra Bold"/>
                            <w:b/>
                            <w:sz w:val="32"/>
                            <w:szCs w:val="32"/>
                            <w:u w:val="single"/>
                          </w:rPr>
                          <w:t>Book Club</w:t>
                        </w:r>
                      </w:p>
                      <w:p w:rsidR="009B06F8" w:rsidRPr="00B1268F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Rockwell Extra Bold" w:hAnsi="Rockwell Extra Bold"/>
                            <w:b/>
                            <w:sz w:val="12"/>
                            <w:szCs w:val="12"/>
                            <w:u w:val="single"/>
                          </w:rPr>
                        </w:pP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right="154"/>
                          <w:jc w:val="center"/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</w:pPr>
                        <w:r w:rsidRPr="002D72EC"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  <w:t>This book was dedicated on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 w:rsidRPr="00610C7D"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________</w:t>
                        </w: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__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610C7D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to _____________</w:t>
                        </w: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2D72EC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</w:p>
                      <w:p w:rsidR="009B06F8" w:rsidRPr="00610C7D" w:rsidRDefault="009B06F8" w:rsidP="00D77B89">
                        <w:pPr>
                          <w:spacing w:after="0" w:line="240" w:lineRule="auto"/>
                          <w:ind w:left="154" w:right="154"/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from ____________</w:t>
                        </w:r>
                      </w:p>
                      <w:p w:rsidR="009B06F8" w:rsidRDefault="009B06F8" w:rsidP="00D77B89">
                        <w:pPr>
                          <w:spacing w:after="0" w:line="240" w:lineRule="auto"/>
                          <w:ind w:right="154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</w:p>
                      <w:p w:rsidR="009B06F8" w:rsidRDefault="009B06F8" w:rsidP="00D77B89"/>
                    </w:txbxContent>
                  </v:textbox>
                </v:shape>
              </w:pict>
            </w:r>
            <w:r>
              <w:tab/>
            </w:r>
            <w:r>
              <w:tab/>
            </w:r>
            <w:r>
              <w:rPr>
                <w:noProof/>
              </w:rPr>
              <w:pict>
                <v:shape id="_x0000_s1037" type="#_x0000_t75" alt="beagle hero pic.jpeg" style="position:absolute;left:0;text-align:left;margin-left:123.05pt;margin-top:-.5pt;width:173.25pt;height:240pt;z-index:-251654144;visibility:visible;mso-position-horizontal-relative:text;mso-position-vertical-relative:text">
                  <v:imagedata r:id="rId6" o:title=""/>
                </v:shape>
              </w:pict>
            </w:r>
          </w:p>
        </w:tc>
      </w:tr>
    </w:tbl>
    <w:p w:rsidR="009B06F8" w:rsidRPr="00E8428A" w:rsidRDefault="009B06F8" w:rsidP="00D77B89">
      <w:pPr>
        <w:ind w:left="154" w:right="154"/>
        <w:jc w:val="center"/>
        <w:rPr>
          <w:vanish/>
        </w:rPr>
      </w:pPr>
    </w:p>
    <w:p w:rsidR="009B06F8" w:rsidRDefault="009B06F8" w:rsidP="00D77B89">
      <w:pPr>
        <w:jc w:val="center"/>
      </w:pPr>
    </w:p>
    <w:p w:rsidR="009B06F8" w:rsidRDefault="009B06F8" w:rsidP="00D77B89"/>
    <w:p w:rsidR="009B06F8" w:rsidRDefault="009B06F8"/>
    <w:sectPr w:rsidR="009B06F8" w:rsidSect="00B1268F">
      <w:pgSz w:w="12240" w:h="15840"/>
      <w:pgMar w:top="720" w:right="224" w:bottom="0" w:left="224" w:header="720" w:footer="720" w:gutter="0"/>
      <w:paperSrc w:first="4" w:other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6F8" w:rsidRDefault="009B06F8" w:rsidP="00D77B89">
      <w:pPr>
        <w:spacing w:after="0" w:line="240" w:lineRule="auto"/>
      </w:pPr>
      <w:r>
        <w:separator/>
      </w:r>
    </w:p>
  </w:endnote>
  <w:endnote w:type="continuationSeparator" w:id="0">
    <w:p w:rsidR="009B06F8" w:rsidRDefault="009B06F8" w:rsidP="00D77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6F8" w:rsidRDefault="009B06F8" w:rsidP="00D77B89">
      <w:pPr>
        <w:spacing w:after="0" w:line="240" w:lineRule="auto"/>
      </w:pPr>
      <w:r>
        <w:separator/>
      </w:r>
    </w:p>
  </w:footnote>
  <w:footnote w:type="continuationSeparator" w:id="0">
    <w:p w:rsidR="009B06F8" w:rsidRDefault="009B06F8" w:rsidP="00D77B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7B89"/>
    <w:rsid w:val="000810DA"/>
    <w:rsid w:val="00255A2D"/>
    <w:rsid w:val="002D72EC"/>
    <w:rsid w:val="00503F8B"/>
    <w:rsid w:val="00610C7D"/>
    <w:rsid w:val="00612633"/>
    <w:rsid w:val="00657E72"/>
    <w:rsid w:val="00882CE4"/>
    <w:rsid w:val="009967B7"/>
    <w:rsid w:val="009B06F8"/>
    <w:rsid w:val="00B1268F"/>
    <w:rsid w:val="00C44F5F"/>
    <w:rsid w:val="00D77B89"/>
    <w:rsid w:val="00E8428A"/>
    <w:rsid w:val="00EA6B14"/>
    <w:rsid w:val="00F21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B89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77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77B89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rsid w:val="00D77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77B89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B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6</Words>
  <Characters>37</Characters>
  <Application>Microsoft Office Outlook</Application>
  <DocSecurity>0</DocSecurity>
  <Lines>0</Lines>
  <Paragraphs>0</Paragraphs>
  <ScaleCrop>false</ScaleCrop>
  <Company>Oklahoma State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Gerber's</dc:creator>
  <cp:keywords/>
  <dc:description/>
  <cp:lastModifiedBy>ACSD</cp:lastModifiedBy>
  <cp:revision>3</cp:revision>
  <cp:lastPrinted>2012-01-17T17:42:00Z</cp:lastPrinted>
  <dcterms:created xsi:type="dcterms:W3CDTF">2011-11-03T01:09:00Z</dcterms:created>
  <dcterms:modified xsi:type="dcterms:W3CDTF">2012-01-17T17:45:00Z</dcterms:modified>
</cp:coreProperties>
</file>